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55E7" w14:textId="77777777" w:rsidR="007F46F1" w:rsidRPr="00535DD8" w:rsidRDefault="00911735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042C5244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36EF832B" w14:textId="6994F8B4" w:rsidR="007F46F1" w:rsidRDefault="007F46F1" w:rsidP="005E016B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F55180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F55180">
        <w:rPr>
          <w:rFonts w:cs="Arial"/>
        </w:rPr>
        <w:t xml:space="preserve">poddodavatel </w:t>
      </w:r>
      <w:r w:rsidR="00663849">
        <w:rPr>
          <w:rFonts w:cs="Arial"/>
        </w:rPr>
        <w:t>účastníka v</w:t>
      </w:r>
      <w:r w:rsidR="00BE096A">
        <w:rPr>
          <w:rFonts w:cs="Arial"/>
        </w:rPr>
        <w:t> </w:t>
      </w:r>
      <w:r w:rsidR="00663849">
        <w:rPr>
          <w:rFonts w:cs="Arial"/>
        </w:rPr>
        <w:t>zakázce</w:t>
      </w:r>
      <w:r>
        <w:rPr>
          <w:rFonts w:cs="Arial"/>
        </w:rPr>
        <w:t xml:space="preserve"> </w:t>
      </w:r>
      <w:r w:rsidR="00202FDD">
        <w:rPr>
          <w:rFonts w:cs="Arial"/>
          <w:b/>
          <w:iCs/>
          <w:color w:val="000000"/>
        </w:rPr>
        <w:t>„</w:t>
      </w:r>
      <w:r w:rsidR="003D24CA">
        <w:rPr>
          <w:rFonts w:cs="Arial"/>
          <w:b/>
          <w:iCs/>
          <w:color w:val="000000"/>
        </w:rPr>
        <w:t>Kontrastní látky</w:t>
      </w:r>
      <w:r w:rsidR="002A5A99">
        <w:rPr>
          <w:rFonts w:cs="Arial"/>
          <w:b/>
          <w:iCs/>
          <w:color w:val="000000"/>
        </w:rPr>
        <w:t>“</w:t>
      </w:r>
      <w:r w:rsidR="00211E6A">
        <w:rPr>
          <w:rFonts w:cs="Arial"/>
          <w:b/>
          <w:iCs/>
          <w:color w:val="000000"/>
        </w:rPr>
        <w:t xml:space="preserve"> – dílčí plnění </w:t>
      </w:r>
      <w:r w:rsidR="000C29B1">
        <w:rPr>
          <w:rFonts w:cs="Arial"/>
          <w:b/>
          <w:iCs/>
          <w:color w:val="000000"/>
        </w:rPr>
        <w:t>4</w:t>
      </w:r>
      <w:r w:rsidR="00202FD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1D87D307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EB7752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CB72B9">
        <w:rPr>
          <w:rFonts w:cs="Arial"/>
        </w:rPr>
        <w:t>a to ani ve vztahu ke spotřební dani,</w:t>
      </w:r>
    </w:p>
    <w:p w14:paraId="5F17440B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1A9A4E36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CB73CE5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0CA7D76A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1DFFB628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75FBDC4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5A3F1930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41B62EAA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0528FCA3" w14:textId="77777777" w:rsidR="00535DD8" w:rsidRDefault="00535DD8" w:rsidP="005D77CC">
      <w:pPr>
        <w:spacing w:line="360" w:lineRule="auto"/>
        <w:jc w:val="both"/>
      </w:pPr>
    </w:p>
    <w:p w14:paraId="1070BAA1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4FB47BE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5A02C082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36A028C6" w14:textId="77777777" w:rsidR="00420597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</w:p>
    <w:p w14:paraId="3948FCD6" w14:textId="77777777" w:rsidR="007F46F1" w:rsidRPr="00B749D5" w:rsidRDefault="007F46F1" w:rsidP="0042059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cs="Arial"/>
          <w:szCs w:val="22"/>
        </w:rPr>
      </w:pP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40186D77" w14:textId="77777777" w:rsidR="00BE3F6E" w:rsidRDefault="007F46F1" w:rsidP="00580DA2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>Razítko a podpis osoby oprávněné jednat za</w:t>
      </w:r>
      <w:r w:rsidR="00911735">
        <w:rPr>
          <w:noProof/>
        </w:rPr>
        <w:pict w14:anchorId="335C9AA0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F55180">
        <w:rPr>
          <w:rFonts w:cs="Arial"/>
        </w:rPr>
        <w:t> poddodavatele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1152" w14:textId="77777777" w:rsidR="00114489" w:rsidRDefault="00114489">
      <w:r>
        <w:separator/>
      </w:r>
    </w:p>
  </w:endnote>
  <w:endnote w:type="continuationSeparator" w:id="0">
    <w:p w14:paraId="2B827423" w14:textId="77777777" w:rsidR="00114489" w:rsidRDefault="0011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4AE24" w14:textId="77777777" w:rsidR="00114489" w:rsidRDefault="00114489">
      <w:r>
        <w:separator/>
      </w:r>
    </w:p>
  </w:footnote>
  <w:footnote w:type="continuationSeparator" w:id="0">
    <w:p w14:paraId="1A2CCD95" w14:textId="77777777" w:rsidR="00114489" w:rsidRDefault="00114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0A90" w14:textId="77777777" w:rsidR="00420597" w:rsidRDefault="00420597" w:rsidP="00420597">
    <w:pPr>
      <w:pStyle w:val="Zhlav"/>
    </w:pPr>
    <w:r>
      <w:t xml:space="preserve">Příloha č. </w:t>
    </w:r>
    <w:r w:rsidR="00561C24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23813"/>
    <w:rsid w:val="00023D63"/>
    <w:rsid w:val="000423E7"/>
    <w:rsid w:val="000503F0"/>
    <w:rsid w:val="00060289"/>
    <w:rsid w:val="00083DFF"/>
    <w:rsid w:val="0008793F"/>
    <w:rsid w:val="000947A0"/>
    <w:rsid w:val="000B7B97"/>
    <w:rsid w:val="000C29B1"/>
    <w:rsid w:val="000E61FA"/>
    <w:rsid w:val="00114489"/>
    <w:rsid w:val="0018201E"/>
    <w:rsid w:val="001834ED"/>
    <w:rsid w:val="00184A4D"/>
    <w:rsid w:val="001969D9"/>
    <w:rsid w:val="001A3249"/>
    <w:rsid w:val="001B77D4"/>
    <w:rsid w:val="001E33F3"/>
    <w:rsid w:val="001F7A05"/>
    <w:rsid w:val="00202FDD"/>
    <w:rsid w:val="00211E6A"/>
    <w:rsid w:val="00225FBA"/>
    <w:rsid w:val="00234DD0"/>
    <w:rsid w:val="00265A27"/>
    <w:rsid w:val="00275766"/>
    <w:rsid w:val="00292257"/>
    <w:rsid w:val="002A5A99"/>
    <w:rsid w:val="002E47B2"/>
    <w:rsid w:val="002F4CF0"/>
    <w:rsid w:val="003236F8"/>
    <w:rsid w:val="0034354E"/>
    <w:rsid w:val="00343DE1"/>
    <w:rsid w:val="0039037B"/>
    <w:rsid w:val="003A670F"/>
    <w:rsid w:val="003B122A"/>
    <w:rsid w:val="003B36AC"/>
    <w:rsid w:val="003C7568"/>
    <w:rsid w:val="003D24CA"/>
    <w:rsid w:val="003D3D6E"/>
    <w:rsid w:val="003F585E"/>
    <w:rsid w:val="00420597"/>
    <w:rsid w:val="0043058B"/>
    <w:rsid w:val="0044272E"/>
    <w:rsid w:val="00445D43"/>
    <w:rsid w:val="0046059E"/>
    <w:rsid w:val="00464FFA"/>
    <w:rsid w:val="004B147B"/>
    <w:rsid w:val="004B4CC0"/>
    <w:rsid w:val="004C1AC1"/>
    <w:rsid w:val="004D64AE"/>
    <w:rsid w:val="00511EBC"/>
    <w:rsid w:val="00524492"/>
    <w:rsid w:val="00535DD8"/>
    <w:rsid w:val="00561C24"/>
    <w:rsid w:val="0056365A"/>
    <w:rsid w:val="00567EC7"/>
    <w:rsid w:val="00571752"/>
    <w:rsid w:val="00577DA5"/>
    <w:rsid w:val="00580DA2"/>
    <w:rsid w:val="005A2740"/>
    <w:rsid w:val="005A7C98"/>
    <w:rsid w:val="005B75FC"/>
    <w:rsid w:val="005D77CC"/>
    <w:rsid w:val="005E016B"/>
    <w:rsid w:val="00605362"/>
    <w:rsid w:val="006173DA"/>
    <w:rsid w:val="00654837"/>
    <w:rsid w:val="00663849"/>
    <w:rsid w:val="00675094"/>
    <w:rsid w:val="0068084C"/>
    <w:rsid w:val="00681D85"/>
    <w:rsid w:val="0069561F"/>
    <w:rsid w:val="00695999"/>
    <w:rsid w:val="00695B0A"/>
    <w:rsid w:val="006C3779"/>
    <w:rsid w:val="00704543"/>
    <w:rsid w:val="0071388A"/>
    <w:rsid w:val="00716EEB"/>
    <w:rsid w:val="00721587"/>
    <w:rsid w:val="00730566"/>
    <w:rsid w:val="00757FDC"/>
    <w:rsid w:val="00766678"/>
    <w:rsid w:val="0077125B"/>
    <w:rsid w:val="007B08F4"/>
    <w:rsid w:val="007F46F1"/>
    <w:rsid w:val="008156B2"/>
    <w:rsid w:val="008366E5"/>
    <w:rsid w:val="00862B31"/>
    <w:rsid w:val="00864374"/>
    <w:rsid w:val="0087304B"/>
    <w:rsid w:val="00875016"/>
    <w:rsid w:val="008846D7"/>
    <w:rsid w:val="008B31C8"/>
    <w:rsid w:val="008C1B4F"/>
    <w:rsid w:val="008D3A31"/>
    <w:rsid w:val="008D7854"/>
    <w:rsid w:val="00900E1E"/>
    <w:rsid w:val="00905B5E"/>
    <w:rsid w:val="00906E85"/>
    <w:rsid w:val="00910AA4"/>
    <w:rsid w:val="00911735"/>
    <w:rsid w:val="00911C00"/>
    <w:rsid w:val="009371A4"/>
    <w:rsid w:val="009477D3"/>
    <w:rsid w:val="0096429F"/>
    <w:rsid w:val="009A412C"/>
    <w:rsid w:val="00A60D52"/>
    <w:rsid w:val="00AA0F55"/>
    <w:rsid w:val="00AC3EED"/>
    <w:rsid w:val="00B16D55"/>
    <w:rsid w:val="00B34AE5"/>
    <w:rsid w:val="00B34CE2"/>
    <w:rsid w:val="00B45224"/>
    <w:rsid w:val="00B46708"/>
    <w:rsid w:val="00B64055"/>
    <w:rsid w:val="00BB092C"/>
    <w:rsid w:val="00BB640E"/>
    <w:rsid w:val="00BD325E"/>
    <w:rsid w:val="00BE096A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B72B9"/>
    <w:rsid w:val="00CC0FB8"/>
    <w:rsid w:val="00CE3F72"/>
    <w:rsid w:val="00D27F01"/>
    <w:rsid w:val="00D61181"/>
    <w:rsid w:val="00D64895"/>
    <w:rsid w:val="00D83853"/>
    <w:rsid w:val="00DA5283"/>
    <w:rsid w:val="00E12BA1"/>
    <w:rsid w:val="00E81D9C"/>
    <w:rsid w:val="00E9714C"/>
    <w:rsid w:val="00EE4D56"/>
    <w:rsid w:val="00F14B97"/>
    <w:rsid w:val="00F47456"/>
    <w:rsid w:val="00F55180"/>
    <w:rsid w:val="00F65E5E"/>
    <w:rsid w:val="00F73C75"/>
    <w:rsid w:val="00F979F6"/>
    <w:rsid w:val="00FD5AD3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0B7D8BC9"/>
  <w15:chartTrackingRefBased/>
  <w15:docId w15:val="{2D891EEE-427B-4205-BB02-1CF58184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1D4AE-6B07-404C-93E6-A15218A6FB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0C1784-7357-4CA0-8BAE-F51A0193E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1DBB5-CCE5-4CEA-9CE5-6EC67CCDC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1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4</cp:revision>
  <cp:lastPrinted>2011-12-19T03:50:00Z</cp:lastPrinted>
  <dcterms:created xsi:type="dcterms:W3CDTF">2022-03-07T13:34:00Z</dcterms:created>
  <dcterms:modified xsi:type="dcterms:W3CDTF">2022-03-24T14:10:00Z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